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586F04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Description générale</w:t>
      </w:r>
    </w:p>
    <w:p w:rsidR="00026A2F" w:rsidRPr="00586F04" w:rsidRDefault="00026A2F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du principe "à passage direct" et </w:t>
      </w:r>
      <w:r w:rsidR="00474A5B">
        <w:rPr>
          <w:rFonts w:ascii="Arial" w:hAnsi="Arial" w:cs="Arial"/>
          <w:lang w:val="fr-FR"/>
        </w:rPr>
        <w:t xml:space="preserve">à </w:t>
      </w:r>
      <w:r w:rsidRPr="00586F04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586F04" w:rsidRDefault="00292560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hauteur de garde d'eau : 50 mm</w:t>
      </w:r>
    </w:p>
    <w:p w:rsidR="00026A2F" w:rsidRPr="00586F04" w:rsidRDefault="0099683D" w:rsidP="00026A2F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</w:t>
      </w:r>
      <w:r w:rsidR="00026A2F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026A2F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intégré dans la hauteur</w:t>
      </w:r>
      <w:r w:rsidR="00026A2F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de</w:t>
      </w:r>
      <w:r w:rsidR="00026A2F" w:rsidRPr="00586F04">
        <w:rPr>
          <w:rFonts w:ascii="Arial" w:hAnsi="Arial" w:cs="Arial"/>
          <w:lang w:val="fr-FR"/>
        </w:rPr>
        <w:t xml:space="preserve"> chape</w:t>
      </w:r>
    </w:p>
    <w:p w:rsidR="00676154" w:rsidRPr="00586F04" w:rsidRDefault="00676154" w:rsidP="00676154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Matériau</w:t>
      </w:r>
      <w:r w:rsidR="00F67577" w:rsidRPr="00586F04">
        <w:rPr>
          <w:rFonts w:ascii="Arial" w:hAnsi="Arial" w:cs="Arial"/>
          <w:b/>
          <w:bCs/>
        </w:rPr>
        <w:t>x</w:t>
      </w:r>
      <w:r w:rsidRPr="00586F04">
        <w:rPr>
          <w:rFonts w:ascii="Arial" w:hAnsi="Arial" w:cs="Arial"/>
          <w:b/>
          <w:bCs/>
        </w:rPr>
        <w:t xml:space="preserve"> et </w:t>
      </w:r>
      <w:r w:rsidR="009A004C" w:rsidRPr="00586F04">
        <w:rPr>
          <w:rFonts w:ascii="Arial" w:hAnsi="Arial" w:cs="Arial"/>
          <w:b/>
          <w:bCs/>
        </w:rPr>
        <w:t>caractéristique</w:t>
      </w:r>
      <w:r w:rsidRPr="00586F04">
        <w:rPr>
          <w:rFonts w:ascii="Arial" w:hAnsi="Arial" w:cs="Arial"/>
          <w:b/>
          <w:bCs/>
        </w:rPr>
        <w:t>s</w:t>
      </w:r>
    </w:p>
    <w:p w:rsidR="00676154" w:rsidRPr="00586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Matériau</w:t>
      </w:r>
      <w:r w:rsidR="000A2FBE" w:rsidRPr="00586F04">
        <w:rPr>
          <w:rFonts w:ascii="Arial" w:hAnsi="Arial" w:cs="Arial"/>
          <w:b/>
          <w:u w:val="none"/>
        </w:rPr>
        <w:t>x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586F04">
        <w:rPr>
          <w:rFonts w:ascii="Arial" w:hAnsi="Arial" w:cs="Arial"/>
          <w:lang w:val="fr-FR"/>
        </w:rPr>
        <w:t>le</w:t>
      </w:r>
      <w:r w:rsidR="00744405" w:rsidRPr="00586F04">
        <w:rPr>
          <w:rFonts w:ascii="Arial" w:hAnsi="Arial" w:cs="Arial"/>
          <w:lang w:val="fr-FR"/>
        </w:rPr>
        <w:t xml:space="preserve"> si</w:t>
      </w:r>
      <w:r w:rsidRPr="00586F04">
        <w:rPr>
          <w:rFonts w:ascii="Arial" w:hAnsi="Arial" w:cs="Arial"/>
          <w:lang w:val="fr-FR"/>
        </w:rPr>
        <w:t>ph</w:t>
      </w:r>
      <w:r w:rsidR="00744405" w:rsidRPr="00586F04">
        <w:rPr>
          <w:rFonts w:ascii="Arial" w:hAnsi="Arial" w:cs="Arial"/>
          <w:lang w:val="fr-FR"/>
        </w:rPr>
        <w:t xml:space="preserve">on </w:t>
      </w:r>
      <w:r w:rsidRPr="00586F04">
        <w:rPr>
          <w:rFonts w:ascii="Arial" w:hAnsi="Arial" w:cs="Arial"/>
          <w:lang w:val="fr-FR"/>
        </w:rPr>
        <w:t>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</w:p>
    <w:p w:rsidR="00744405" w:rsidRPr="00586F04" w:rsidRDefault="0045290A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tu</w:t>
      </w:r>
      <w:r w:rsidR="000C779F" w:rsidRPr="00586F04">
        <w:rPr>
          <w:rFonts w:ascii="Arial" w:hAnsi="Arial" w:cs="Arial"/>
          <w:lang w:val="fr-FR"/>
        </w:rPr>
        <w:t>y</w:t>
      </w:r>
      <w:r w:rsidRPr="00586F04">
        <w:rPr>
          <w:rFonts w:ascii="Arial" w:hAnsi="Arial" w:cs="Arial"/>
          <w:lang w:val="fr-FR"/>
        </w:rPr>
        <w:t xml:space="preserve">au d'évacuation est réalisé en </w:t>
      </w:r>
      <w:r w:rsidR="00744405" w:rsidRPr="00586F04">
        <w:rPr>
          <w:rFonts w:ascii="Arial" w:hAnsi="Arial" w:cs="Arial"/>
          <w:lang w:val="fr-FR"/>
        </w:rPr>
        <w:t>PE-HD</w:t>
      </w:r>
    </w:p>
    <w:p w:rsidR="00744405" w:rsidRPr="00586F04" w:rsidRDefault="000C779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tuyau de </w:t>
      </w:r>
      <w:r w:rsidR="009A38FA">
        <w:rPr>
          <w:rFonts w:ascii="Arial" w:hAnsi="Arial" w:cs="Arial"/>
          <w:lang w:val="fr-FR"/>
        </w:rPr>
        <w:t>liaison</w:t>
      </w:r>
      <w:r w:rsidR="00744405" w:rsidRPr="00586F04">
        <w:rPr>
          <w:rFonts w:ascii="Arial" w:hAnsi="Arial" w:cs="Arial"/>
          <w:lang w:val="fr-FR"/>
        </w:rPr>
        <w:t xml:space="preserve">, </w:t>
      </w:r>
      <w:r w:rsidRPr="00586F04">
        <w:rPr>
          <w:rFonts w:ascii="Arial" w:hAnsi="Arial" w:cs="Arial"/>
          <w:lang w:val="fr-FR"/>
        </w:rPr>
        <w:t>entre le caniveau de douche et le siphon, est réalisé en</w:t>
      </w:r>
      <w:r w:rsidR="00744405" w:rsidRPr="00586F04">
        <w:rPr>
          <w:rFonts w:ascii="Arial" w:hAnsi="Arial" w:cs="Arial"/>
          <w:lang w:val="fr-FR"/>
        </w:rPr>
        <w:t xml:space="preserve"> PE-HD</w:t>
      </w:r>
      <w:r w:rsidR="009A38FA">
        <w:rPr>
          <w:rFonts w:ascii="Arial" w:hAnsi="Arial" w:cs="Arial"/>
          <w:lang w:val="fr-FR"/>
        </w:rPr>
        <w:t xml:space="preserve">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3617FC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pièce </w:t>
      </w:r>
      <w:r w:rsidR="002231D7" w:rsidRPr="00586F04">
        <w:rPr>
          <w:rFonts w:ascii="Arial" w:hAnsi="Arial" w:cs="Arial"/>
          <w:lang w:val="fr-FR"/>
        </w:rPr>
        <w:t>supérieure</w:t>
      </w:r>
      <w:r w:rsidRPr="00586F04">
        <w:rPr>
          <w:rFonts w:ascii="Arial" w:hAnsi="Arial" w:cs="Arial"/>
          <w:lang w:val="fr-FR"/>
        </w:rPr>
        <w:t xml:space="preserve"> du tu</w:t>
      </w:r>
      <w:r w:rsidR="002231D7" w:rsidRPr="00586F04">
        <w:rPr>
          <w:rFonts w:ascii="Arial" w:hAnsi="Arial" w:cs="Arial"/>
          <w:lang w:val="fr-FR"/>
        </w:rPr>
        <w:t>yau de raccordement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est réalisé en métal</w:t>
      </w:r>
    </w:p>
    <w:p w:rsidR="00744405" w:rsidRPr="00586F04" w:rsidRDefault="002231D7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la feuille d'étanchéité de </w:t>
      </w:r>
      <w:r w:rsidR="00652B64" w:rsidRPr="00586F04">
        <w:rPr>
          <w:rFonts w:ascii="Arial" w:hAnsi="Arial" w:cs="Arial"/>
          <w:lang w:val="fr-FR"/>
        </w:rPr>
        <w:t>la pièce supérieure est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652B64" w:rsidRPr="00586F04">
        <w:rPr>
          <w:rFonts w:ascii="Arial" w:hAnsi="Arial" w:cs="Arial"/>
          <w:lang w:val="fr-FR"/>
        </w:rPr>
        <w:t>constituée de</w:t>
      </w:r>
      <w:r w:rsidR="00744405" w:rsidRPr="00586F04">
        <w:rPr>
          <w:rFonts w:ascii="Arial" w:hAnsi="Arial" w:cs="Arial"/>
          <w:lang w:val="fr-FR"/>
        </w:rPr>
        <w:t xml:space="preserve"> 3 </w:t>
      </w:r>
      <w:r w:rsidR="00652B64" w:rsidRPr="00586F04">
        <w:rPr>
          <w:rFonts w:ascii="Arial" w:hAnsi="Arial" w:cs="Arial"/>
          <w:lang w:val="fr-FR"/>
        </w:rPr>
        <w:t xml:space="preserve">couches </w:t>
      </w:r>
      <w:r w:rsidR="00744405" w:rsidRPr="00586F04">
        <w:rPr>
          <w:rFonts w:ascii="Arial" w:hAnsi="Arial" w:cs="Arial"/>
          <w:lang w:val="fr-FR"/>
        </w:rPr>
        <w:t>: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sur les deux faces apparentes, dessus et dessous, </w:t>
      </w:r>
      <w:r w:rsidR="009A38FA">
        <w:rPr>
          <w:rFonts w:ascii="Arial" w:hAnsi="Arial" w:cs="Arial"/>
          <w:lang w:val="fr-FR"/>
        </w:rPr>
        <w:t>on retrouve</w:t>
      </w:r>
      <w:r w:rsidRPr="00586F04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586F04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586F04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t>Caractéristiques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est du principe "à passage direct".</w:t>
      </w:r>
    </w:p>
    <w:p w:rsidR="00744405" w:rsidRPr="00586F04" w:rsidRDefault="00744405" w:rsidP="00744405">
      <w:pPr>
        <w:pStyle w:val="Bulleted2"/>
        <w:rPr>
          <w:rFonts w:ascii="Arial" w:hAnsi="Arial" w:cs="Arial"/>
        </w:rPr>
      </w:pPr>
      <w:r w:rsidRPr="00586F04">
        <w:rPr>
          <w:rFonts w:ascii="Arial" w:hAnsi="Arial" w:cs="Arial"/>
        </w:rPr>
        <w:t>le siphon est autonettoyant</w:t>
      </w:r>
    </w:p>
    <w:p w:rsidR="00744405" w:rsidRPr="00586F04" w:rsidRDefault="00744405" w:rsidP="00744405">
      <w:pPr>
        <w:pStyle w:val="Bulleted2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débit d'évacuation est </w:t>
      </w:r>
      <w:r w:rsidR="00596008">
        <w:rPr>
          <w:rFonts w:ascii="Arial" w:hAnsi="Arial" w:cs="Arial"/>
          <w:lang w:val="fr-FR"/>
        </w:rPr>
        <w:t xml:space="preserve">de </w:t>
      </w:r>
      <w:r w:rsidRPr="00586F04">
        <w:rPr>
          <w:rFonts w:ascii="Arial" w:hAnsi="Arial" w:cs="Arial"/>
          <w:lang w:val="fr-FR"/>
        </w:rPr>
        <w:t>0,8 l/s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répond aux exigences de qualité selon la norme NBN EN 274-3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 ne se corrode pas</w:t>
      </w:r>
    </w:p>
    <w:p w:rsidR="00744405" w:rsidRPr="00586F04" w:rsidRDefault="00744405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>
        <w:rPr>
          <w:rFonts w:ascii="Arial" w:hAnsi="Arial" w:cs="Arial"/>
          <w:lang w:val="fr-FR"/>
        </w:rPr>
        <w:t>lui sert</w:t>
      </w:r>
      <w:r w:rsidRPr="00586F04">
        <w:rPr>
          <w:rFonts w:ascii="Arial" w:hAnsi="Arial" w:cs="Arial"/>
          <w:lang w:val="fr-FR"/>
        </w:rPr>
        <w:t xml:space="preserve"> aussi le logement</w:t>
      </w:r>
    </w:p>
    <w:p w:rsidR="00744405" w:rsidRPr="00586F04" w:rsidRDefault="00BF13E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pour une hauteur de c</w:t>
      </w:r>
      <w:r w:rsidR="00744405" w:rsidRPr="00586F04">
        <w:rPr>
          <w:rFonts w:ascii="Arial" w:hAnsi="Arial" w:cs="Arial"/>
          <w:lang w:val="fr-FR"/>
        </w:rPr>
        <w:t>hape</w:t>
      </w:r>
      <w:r w:rsidRPr="00586F04">
        <w:rPr>
          <w:rFonts w:ascii="Arial" w:hAnsi="Arial" w:cs="Arial"/>
          <w:lang w:val="fr-FR"/>
        </w:rPr>
        <w:t xml:space="preserve"> à l'entree du siphon de</w:t>
      </w:r>
      <w:r w:rsidR="00744405" w:rsidRPr="00586F04">
        <w:rPr>
          <w:rFonts w:ascii="Arial" w:hAnsi="Arial" w:cs="Arial"/>
          <w:lang w:val="fr-FR"/>
        </w:rPr>
        <w:t xml:space="preserve"> 9 </w:t>
      </w:r>
      <w:r w:rsidRPr="00586F04">
        <w:rPr>
          <w:rFonts w:ascii="Arial" w:hAnsi="Arial" w:cs="Arial"/>
          <w:lang w:val="fr-FR"/>
        </w:rPr>
        <w:t>à</w:t>
      </w:r>
      <w:r w:rsidR="00744405" w:rsidRPr="00586F04">
        <w:rPr>
          <w:rFonts w:ascii="Arial" w:hAnsi="Arial" w:cs="Arial"/>
          <w:lang w:val="fr-FR"/>
        </w:rPr>
        <w:t xml:space="preserve"> 22 cm</w:t>
      </w:r>
    </w:p>
    <w:p w:rsidR="00744405" w:rsidRPr="00586F04" w:rsidRDefault="00BF04A3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le siphon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possède un tuyau d'évacuation </w:t>
      </w:r>
      <w:r w:rsidR="00744405" w:rsidRPr="00586F04">
        <w:rPr>
          <w:rFonts w:ascii="Arial" w:hAnsi="Arial" w:cs="Arial"/>
          <w:lang w:val="fr-FR"/>
        </w:rPr>
        <w:t>horizontale, Ø 50 mm</w:t>
      </w:r>
    </w:p>
    <w:p w:rsidR="005D0F8F" w:rsidRPr="00586F04" w:rsidRDefault="005D0F8F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entre le dessous du tuyau d'évacuation et la dalle de béton</w:t>
      </w:r>
      <w:r w:rsidR="00FD58B5">
        <w:rPr>
          <w:rFonts w:ascii="Arial" w:hAnsi="Arial" w:cs="Arial"/>
          <w:lang w:val="fr-FR"/>
        </w:rPr>
        <w:t>, se trouve</w:t>
      </w:r>
      <w:r w:rsidRPr="00586F04">
        <w:rPr>
          <w:rFonts w:ascii="Arial" w:hAnsi="Arial" w:cs="Arial"/>
          <w:lang w:val="fr-FR"/>
        </w:rPr>
        <w:t xml:space="preserve"> une espace libre de </w:t>
      </w:r>
      <w:r w:rsidRPr="00586F04">
        <w:rPr>
          <w:rFonts w:ascii="Arial" w:hAnsi="Arial" w:cs="Arial"/>
          <w:lang w:val="fr-FR"/>
        </w:rPr>
        <w:br/>
        <w:t xml:space="preserve">1,7 cm; </w:t>
      </w:r>
      <w:r w:rsidR="00FD58B5">
        <w:rPr>
          <w:rFonts w:ascii="Arial" w:hAnsi="Arial" w:cs="Arial"/>
          <w:lang w:val="fr-FR"/>
        </w:rPr>
        <w:t>suffisant</w:t>
      </w:r>
      <w:r w:rsidRPr="00586F04">
        <w:rPr>
          <w:rFonts w:ascii="Arial" w:hAnsi="Arial" w:cs="Arial"/>
          <w:lang w:val="fr-FR"/>
        </w:rPr>
        <w:t xml:space="preserve"> pour donner une pente </w:t>
      </w:r>
      <w:r w:rsidR="00FD58B5">
        <w:rPr>
          <w:rFonts w:ascii="Arial" w:hAnsi="Arial" w:cs="Arial"/>
          <w:lang w:val="fr-FR"/>
        </w:rPr>
        <w:t>à la conduite</w:t>
      </w:r>
      <w:r w:rsidRPr="00586F04">
        <w:rPr>
          <w:rFonts w:ascii="Arial" w:hAnsi="Arial" w:cs="Arial"/>
          <w:lang w:val="fr-FR"/>
        </w:rPr>
        <w:t xml:space="preserve"> d'évacuation</w:t>
      </w:r>
    </w:p>
    <w:p w:rsidR="00744405" w:rsidRPr="00586F04" w:rsidRDefault="00B87FD4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586F04">
        <w:rPr>
          <w:rFonts w:ascii="Arial" w:hAnsi="Arial" w:cs="Arial"/>
          <w:lang w:val="fr-FR"/>
        </w:rPr>
        <w:t xml:space="preserve">10 cm, </w:t>
      </w:r>
      <w:r w:rsidR="004026B4" w:rsidRPr="00586F04">
        <w:rPr>
          <w:rFonts w:ascii="Arial" w:hAnsi="Arial" w:cs="Arial"/>
          <w:lang w:val="fr-FR"/>
        </w:rPr>
        <w:t>conçu</w:t>
      </w:r>
      <w:r w:rsidR="00FD58B5">
        <w:rPr>
          <w:rFonts w:ascii="Arial" w:hAnsi="Arial" w:cs="Arial"/>
          <w:lang w:val="fr-FR"/>
        </w:rPr>
        <w:t>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586F04" w:rsidRDefault="00182839" w:rsidP="00744405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 xml:space="preserve">feuille d'étanchéité </w:t>
      </w:r>
      <w:r w:rsidR="00586F04" w:rsidRPr="00586F04">
        <w:rPr>
          <w:rFonts w:ascii="Arial" w:hAnsi="Arial" w:cs="Arial"/>
          <w:lang w:val="fr-FR"/>
        </w:rPr>
        <w:t>est protégé</w:t>
      </w:r>
      <w:r w:rsidR="00FD58B5">
        <w:rPr>
          <w:rFonts w:ascii="Arial" w:hAnsi="Arial" w:cs="Arial"/>
          <w:lang w:val="fr-FR"/>
        </w:rPr>
        <w:t>e</w:t>
      </w:r>
      <w:r w:rsidR="00586F04" w:rsidRPr="00586F04">
        <w:rPr>
          <w:rFonts w:ascii="Arial" w:hAnsi="Arial" w:cs="Arial"/>
          <w:lang w:val="fr-FR"/>
        </w:rPr>
        <w:t xml:space="preserve"> lors de l'écoulement de la chape</w:t>
      </w:r>
      <w:r w:rsidR="00744405" w:rsidRPr="00586F04">
        <w:rPr>
          <w:rFonts w:ascii="Arial" w:hAnsi="Arial" w:cs="Arial"/>
          <w:lang w:val="fr-FR"/>
        </w:rPr>
        <w:t xml:space="preserve"> </w:t>
      </w:r>
      <w:r w:rsidR="00586F04" w:rsidRPr="00586F04">
        <w:rPr>
          <w:rFonts w:ascii="Arial" w:hAnsi="Arial" w:cs="Arial"/>
          <w:lang w:val="fr-FR"/>
        </w:rPr>
        <w:t xml:space="preserve">par une protection gros </w:t>
      </w:r>
      <w:r w:rsidR="00586F04">
        <w:rPr>
          <w:rFonts w:ascii="Arial" w:hAnsi="Arial" w:cs="Arial"/>
          <w:lang w:val="fr-FR"/>
        </w:rPr>
        <w:t>œ</w:t>
      </w:r>
      <w:r w:rsidR="00586F04" w:rsidRPr="00586F04">
        <w:rPr>
          <w:rFonts w:ascii="Arial" w:hAnsi="Arial" w:cs="Arial"/>
          <w:lang w:val="fr-FR"/>
        </w:rPr>
        <w:t>uvre</w:t>
      </w:r>
    </w:p>
    <w:p w:rsidR="00744405" w:rsidRPr="00586F04" w:rsidRDefault="00586F04" w:rsidP="00FD41D2">
      <w:pPr>
        <w:pStyle w:val="Bulleted1"/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la feuille d'étanchéité se situe entre la</w:t>
      </w:r>
      <w:r w:rsidR="00744405" w:rsidRPr="00586F04">
        <w:rPr>
          <w:rFonts w:ascii="Arial" w:hAnsi="Arial" w:cs="Arial"/>
          <w:lang w:val="fr-FR"/>
        </w:rPr>
        <w:t xml:space="preserve"> chape e</w:t>
      </w:r>
      <w:r w:rsidRPr="00586F04">
        <w:rPr>
          <w:rFonts w:ascii="Arial" w:hAnsi="Arial" w:cs="Arial"/>
          <w:lang w:val="fr-FR"/>
        </w:rPr>
        <w:t>t</w:t>
      </w:r>
      <w:r w:rsidR="00744405" w:rsidRPr="00586F04">
        <w:rPr>
          <w:rFonts w:ascii="Arial" w:hAnsi="Arial" w:cs="Arial"/>
          <w:lang w:val="fr-FR"/>
        </w:rPr>
        <w:t xml:space="preserve"> </w:t>
      </w:r>
      <w:r w:rsidRPr="00586F04">
        <w:rPr>
          <w:rFonts w:ascii="Arial" w:hAnsi="Arial" w:cs="Arial"/>
          <w:lang w:val="fr-FR"/>
        </w:rPr>
        <w:t>les carrelages de sol</w:t>
      </w:r>
    </w:p>
    <w:p w:rsidR="005C62DE" w:rsidRPr="00586F04" w:rsidRDefault="005C62DE">
      <w:p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br w:type="page"/>
      </w:r>
    </w:p>
    <w:p w:rsidR="00B053FD" w:rsidRPr="00586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586F04">
        <w:rPr>
          <w:rFonts w:ascii="Arial" w:hAnsi="Arial" w:cs="Arial"/>
          <w:b/>
          <w:u w:val="none"/>
        </w:rPr>
        <w:lastRenderedPageBreak/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7F6B1C" w:rsidTr="00E93529">
        <w:tc>
          <w:tcPr>
            <w:tcW w:w="1163" w:type="dxa"/>
          </w:tcPr>
          <w:p w:rsidR="009F5878" w:rsidRPr="00735DE7" w:rsidRDefault="009F5878" w:rsidP="00E93529">
            <w:r>
              <w:rPr>
                <w:rFonts w:ascii="Arial" w:hAnsi="Arial"/>
              </w:rPr>
              <w:t xml:space="preserve">hauteur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9F5878" w:rsidRPr="00735DE7" w:rsidRDefault="009F5878" w:rsidP="00E9352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9F5878" w:rsidRPr="00735DE7" w:rsidRDefault="009F5878" w:rsidP="00E93529"/>
        </w:tc>
        <w:tc>
          <w:tcPr>
            <w:tcW w:w="6997" w:type="dxa"/>
          </w:tcPr>
          <w:p w:rsidR="009F5878" w:rsidRPr="009F5878" w:rsidRDefault="009F5878" w:rsidP="00E93529">
            <w:pPr>
              <w:rPr>
                <w:lang w:val="fr-FR"/>
              </w:rPr>
            </w:pPr>
            <w:r w:rsidRPr="009F5878">
              <w:rPr>
                <w:rFonts w:ascii="Arial" w:hAnsi="Arial"/>
                <w:lang w:val="fr-FR"/>
              </w:rPr>
              <w:t xml:space="preserve">jusqu'à 22 cm (hors </w:t>
            </w:r>
            <w:r>
              <w:rPr>
                <w:rFonts w:ascii="Arial" w:hAnsi="Arial"/>
                <w:lang w:val="fr-FR"/>
              </w:rPr>
              <w:t>hauteur d</w:t>
            </w:r>
            <w:r w:rsidR="00FD58B5">
              <w:rPr>
                <w:rFonts w:ascii="Arial" w:hAnsi="Arial"/>
                <w:lang w:val="fr-FR"/>
              </w:rPr>
              <w:t>u complexe</w:t>
            </w:r>
            <w:r>
              <w:rPr>
                <w:rFonts w:ascii="Arial" w:hAnsi="Arial"/>
                <w:lang w:val="fr-FR"/>
              </w:rPr>
              <w:t xml:space="preserve"> carrel</w:t>
            </w:r>
            <w:r w:rsidR="00FD58B5">
              <w:rPr>
                <w:rFonts w:ascii="Arial" w:hAnsi="Arial"/>
                <w:lang w:val="fr-FR"/>
              </w:rPr>
              <w:t>é</w:t>
            </w:r>
            <w:r w:rsidRPr="009F5878">
              <w:rPr>
                <w:rFonts w:ascii="Arial" w:hAnsi="Arial"/>
                <w:lang w:val="fr-FR"/>
              </w:rPr>
              <w:t>)</w:t>
            </w:r>
          </w:p>
        </w:tc>
      </w:tr>
    </w:tbl>
    <w:p w:rsidR="009F5878" w:rsidRPr="009F5878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/>
          <w:lang w:val="fr-FR"/>
        </w:rPr>
      </w:pPr>
    </w:p>
    <w:p w:rsidR="009F5878" w:rsidRPr="006B2B4E" w:rsidRDefault="009F5878" w:rsidP="009F5878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6B2B4E">
        <w:rPr>
          <w:rFonts w:ascii="Arial" w:hAnsi="Arial"/>
          <w:lang w:val="fr-FR"/>
        </w:rPr>
        <w:t xml:space="preserve">Rem. </w:t>
      </w:r>
      <w:r w:rsidR="006B2B4E" w:rsidRPr="006B2B4E">
        <w:rPr>
          <w:rFonts w:ascii="Arial" w:hAnsi="Arial"/>
          <w:lang w:val="fr-FR"/>
        </w:rPr>
        <w:t>: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>la</w:t>
      </w:r>
      <w:r w:rsidRPr="006B2B4E">
        <w:rPr>
          <w:rFonts w:ascii="Arial" w:hAnsi="Arial"/>
          <w:lang w:val="fr-FR"/>
        </w:rPr>
        <w:t xml:space="preserve"> </w:t>
      </w:r>
      <w:r w:rsidR="006B2B4E" w:rsidRPr="006B2B4E">
        <w:rPr>
          <w:rFonts w:ascii="Arial" w:hAnsi="Arial"/>
          <w:lang w:val="fr-FR"/>
        </w:rPr>
        <w:t xml:space="preserve">hauteur </w:t>
      </w:r>
      <w:r w:rsidRPr="006B2B4E">
        <w:rPr>
          <w:rFonts w:ascii="Arial" w:hAnsi="Arial"/>
          <w:lang w:val="fr-FR"/>
        </w:rPr>
        <w:t xml:space="preserve">minimale </w:t>
      </w:r>
      <w:r w:rsidR="006B2B4E" w:rsidRPr="006B2B4E">
        <w:rPr>
          <w:rFonts w:ascii="Arial" w:hAnsi="Arial"/>
          <w:lang w:val="fr-FR"/>
        </w:rPr>
        <w:t>d</w:t>
      </w:r>
      <w:r w:rsidR="00FD58B5">
        <w:rPr>
          <w:rFonts w:ascii="Arial" w:hAnsi="Arial"/>
          <w:lang w:val="fr-FR"/>
        </w:rPr>
        <w:t xml:space="preserve">u complexe </w:t>
      </w:r>
      <w:r w:rsidR="006B2B4E" w:rsidRPr="006B2B4E">
        <w:rPr>
          <w:rFonts w:ascii="Arial" w:hAnsi="Arial"/>
          <w:lang w:val="fr-FR"/>
        </w:rPr>
        <w:t>carrel</w:t>
      </w:r>
      <w:r w:rsidR="00FD58B5">
        <w:rPr>
          <w:rFonts w:ascii="Arial" w:hAnsi="Arial"/>
          <w:lang w:val="fr-FR"/>
        </w:rPr>
        <w:t>é, afin de permettre l'encastrement du</w:t>
      </w:r>
      <w:r w:rsidR="006B2B4E">
        <w:rPr>
          <w:rFonts w:ascii="Arial" w:hAnsi="Arial"/>
          <w:lang w:val="fr-FR"/>
        </w:rPr>
        <w:t xml:space="preserve"> caniveau </w:t>
      </w:r>
      <w:r w:rsidRPr="006B2B4E">
        <w:rPr>
          <w:rFonts w:ascii="Arial" w:hAnsi="Arial"/>
          <w:lang w:val="fr-FR"/>
        </w:rPr>
        <w:t>de douche</w:t>
      </w:r>
      <w:r w:rsidR="00FD58B5">
        <w:rPr>
          <w:rFonts w:ascii="Arial" w:hAnsi="Arial"/>
          <w:lang w:val="fr-FR"/>
        </w:rPr>
        <w:t>,</w:t>
      </w:r>
      <w:r w:rsidRPr="006B2B4E">
        <w:rPr>
          <w:rFonts w:ascii="Arial" w:hAnsi="Arial"/>
          <w:lang w:val="fr-FR"/>
        </w:rPr>
        <w:t xml:space="preserve"> </w:t>
      </w:r>
      <w:r w:rsidR="006B2B4E">
        <w:rPr>
          <w:rFonts w:ascii="Arial" w:hAnsi="Arial"/>
          <w:lang w:val="fr-FR"/>
        </w:rPr>
        <w:t>e</w:t>
      </w:r>
      <w:r w:rsidRPr="006B2B4E">
        <w:rPr>
          <w:rFonts w:ascii="Arial" w:hAnsi="Arial"/>
          <w:lang w:val="fr-FR"/>
        </w:rPr>
        <w:t>s</w:t>
      </w:r>
      <w:r w:rsidR="006B2B4E">
        <w:rPr>
          <w:rFonts w:ascii="Arial" w:hAnsi="Arial"/>
          <w:lang w:val="fr-FR"/>
        </w:rPr>
        <w:t>t</w:t>
      </w:r>
      <w:r w:rsidRPr="006B2B4E">
        <w:rPr>
          <w:rFonts w:ascii="Arial" w:hAnsi="Arial"/>
          <w:lang w:val="fr-FR"/>
        </w:rPr>
        <w:t xml:space="preserve"> 0,8 cm</w:t>
      </w:r>
    </w:p>
    <w:p w:rsidR="008D0552" w:rsidRPr="00586F04" w:rsidRDefault="008F0B4D" w:rsidP="008D0552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Pose</w:t>
      </w:r>
    </w:p>
    <w:p w:rsidR="00F43660" w:rsidRPr="00586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586F04">
        <w:rPr>
          <w:rFonts w:ascii="Arial" w:hAnsi="Arial" w:cs="Arial"/>
          <w:lang w:val="fr-FR"/>
        </w:rPr>
        <w:t>Suivant les directives du fabricant</w:t>
      </w:r>
    </w:p>
    <w:p w:rsidR="00DB1ABE" w:rsidRPr="00586F04" w:rsidRDefault="00DB1ABE" w:rsidP="00DB1ABE">
      <w:pPr>
        <w:pStyle w:val="Heading1"/>
        <w:rPr>
          <w:rFonts w:ascii="Arial" w:hAnsi="Arial" w:cs="Arial"/>
          <w:b/>
          <w:bCs/>
        </w:rPr>
      </w:pPr>
      <w:r w:rsidRPr="00586F04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B55325" w:rsidRPr="00A75548" w:rsidTr="00E93529">
        <w:trPr>
          <w:trHeight w:hRule="exact" w:val="2774"/>
        </w:trPr>
        <w:tc>
          <w:tcPr>
            <w:tcW w:w="2972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9E168BF" wp14:editId="077C55D6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B55325" w:rsidRPr="00A75548" w:rsidRDefault="00B55325" w:rsidP="00E9352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7F5A7A4" wp14:editId="362D218F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B55325" w:rsidRPr="00A75548" w:rsidRDefault="00B55325" w:rsidP="00E9352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C6D42C3" wp14:editId="06A72E8D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586F04">
        <w:rPr>
          <w:rFonts w:ascii="Arial" w:hAnsi="Arial" w:cs="Arial"/>
          <w:lang w:val="fr-BE"/>
        </w:rPr>
        <w:t>légende :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d = 50 mm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 = 30 cm</w:t>
      </w:r>
    </w:p>
    <w:p w:rsidR="00B55325" w:rsidRP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  <w:r w:rsidRPr="00B55325">
        <w:rPr>
          <w:rFonts w:ascii="Arial" w:hAnsi="Arial"/>
          <w:lang w:val="fr-FR"/>
        </w:rPr>
        <w:t>L1 = 35,8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 = 13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B55325" w:rsidRDefault="00B55325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B55325" w:rsidRDefault="007F6B1C" w:rsidP="00B55325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bookmarkStart w:id="1" w:name="_GoBack"/>
      <w:bookmarkEnd w:id="1"/>
      <w:r w:rsidR="00B55325">
        <w:rPr>
          <w:rFonts w:ascii="Arial" w:hAnsi="Arial"/>
        </w:rPr>
        <w:t xml:space="preserve"> = 4,2 cm</w:t>
      </w:r>
    </w:p>
    <w:p w:rsidR="0062227E" w:rsidRPr="00586F04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586F04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586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6D" w:rsidRDefault="00CF466D">
      <w:r>
        <w:separator/>
      </w:r>
    </w:p>
  </w:endnote>
  <w:endnote w:type="continuationSeparator" w:id="0">
    <w:p w:rsidR="00CF466D" w:rsidRDefault="00CF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6D" w:rsidRDefault="00CF466D">
      <w:r>
        <w:separator/>
      </w:r>
    </w:p>
  </w:footnote>
  <w:footnote w:type="continuationSeparator" w:id="0">
    <w:p w:rsidR="00CF466D" w:rsidRDefault="00CF4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>de garde d'eau de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5B" w:rsidRDefault="00474A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2B4E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401773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E6E4234-C21F-4A66-B30D-BB5DE01FD725}"/>
</file>

<file path=customXml/itemProps2.xml><?xml version="1.0" encoding="utf-8"?>
<ds:datastoreItem xmlns:ds="http://schemas.openxmlformats.org/officeDocument/2006/customXml" ds:itemID="{8BC43AE8-3084-4B82-97F5-0FCA632016DF}"/>
</file>

<file path=customXml/itemProps3.xml><?xml version="1.0" encoding="utf-8"?>
<ds:datastoreItem xmlns:ds="http://schemas.openxmlformats.org/officeDocument/2006/customXml" ds:itemID="{4447DFF8-D0E5-4A92-B7C1-12604AAB3A6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36</cp:revision>
  <cp:lastPrinted>2012-01-13T10:23:00Z</cp:lastPrinted>
  <dcterms:created xsi:type="dcterms:W3CDTF">2020-04-24T19:53:00Z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